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3737FE" w:rsidRDefault="003737FE" w:rsidP="00597806">
      <w:pPr>
        <w:spacing w:after="0"/>
        <w:rPr>
          <w:rFonts w:ascii="Arial" w:hAnsi="Arial" w:cs="Arial"/>
          <w:b/>
          <w:sz w:val="24"/>
        </w:rPr>
      </w:pPr>
      <w:r w:rsidRPr="003737FE">
        <w:rPr>
          <w:rFonts w:ascii="Arial" w:hAnsi="Arial" w:cs="Arial"/>
          <w:b/>
          <w:sz w:val="24"/>
        </w:rPr>
        <w:t>Fiche « angles » (1)</w:t>
      </w:r>
    </w:p>
    <w:p w:rsidR="003737FE" w:rsidRDefault="003737FE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:rsidR="00205ECA" w:rsidRPr="003737FE" w:rsidRDefault="00205ECA" w:rsidP="00597806">
      <w:pPr>
        <w:spacing w:after="0"/>
        <w:rPr>
          <w:rFonts w:ascii="Arial" w:hAnsi="Arial" w:cs="Arial"/>
          <w:sz w:val="24"/>
        </w:rPr>
      </w:pPr>
      <w:r w:rsidRPr="00597806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3EEC683D" wp14:editId="0E67B153">
            <wp:extent cx="3393196" cy="1449211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6840" cy="145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7FE" w:rsidRPr="003737FE" w:rsidRDefault="003737FE" w:rsidP="00597806">
      <w:pPr>
        <w:spacing w:after="0"/>
        <w:rPr>
          <w:rFonts w:ascii="Arial" w:hAnsi="Arial" w:cs="Arial"/>
          <w:noProof/>
          <w:sz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3737FE" w:rsidRPr="003737FE" w:rsidTr="00597806">
        <w:trPr>
          <w:trHeight w:val="305"/>
        </w:trPr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3737FE" w:rsidRPr="003737FE" w:rsidTr="00597806">
        <w:trPr>
          <w:trHeight w:val="305"/>
        </w:trPr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3737FE" w:rsidRPr="003737FE" w:rsidTr="00597806">
        <w:trPr>
          <w:trHeight w:val="305"/>
        </w:trPr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3737FE" w:rsidRPr="003737FE" w:rsidTr="00597806">
        <w:trPr>
          <w:trHeight w:val="305"/>
        </w:trPr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:rsidR="003737FE" w:rsidRDefault="003737FE" w:rsidP="00597806">
      <w:pPr>
        <w:spacing w:after="0"/>
        <w:rPr>
          <w:rFonts w:ascii="Arial" w:hAnsi="Arial" w:cs="Arial"/>
          <w:sz w:val="24"/>
        </w:rPr>
      </w:pPr>
    </w:p>
    <w:p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p w:rsidR="00597806" w:rsidRPr="003737FE" w:rsidRDefault="00597806" w:rsidP="00597806">
      <w:pPr>
        <w:spacing w:after="0"/>
        <w:rPr>
          <w:rFonts w:ascii="Arial" w:hAnsi="Arial" w:cs="Arial"/>
          <w:b/>
          <w:sz w:val="24"/>
        </w:rPr>
      </w:pPr>
      <w:r w:rsidRPr="003737FE">
        <w:rPr>
          <w:rFonts w:ascii="Arial" w:hAnsi="Arial" w:cs="Arial"/>
          <w:b/>
          <w:sz w:val="24"/>
        </w:rPr>
        <w:t>Fiche « angles » (</w:t>
      </w:r>
      <w:r>
        <w:rPr>
          <w:rFonts w:ascii="Arial" w:hAnsi="Arial" w:cs="Arial"/>
          <w:b/>
          <w:sz w:val="24"/>
        </w:rPr>
        <w:t>2</w:t>
      </w:r>
      <w:r w:rsidRPr="003737FE">
        <w:rPr>
          <w:rFonts w:ascii="Arial" w:hAnsi="Arial" w:cs="Arial"/>
          <w:b/>
          <w:sz w:val="24"/>
        </w:rPr>
        <w:t>)</w:t>
      </w:r>
    </w:p>
    <w:p w:rsidR="00597806" w:rsidRPr="003737FE" w:rsidRDefault="00597806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:rsidR="00597806" w:rsidRDefault="00597806" w:rsidP="00597806">
      <w:pPr>
        <w:spacing w:after="0"/>
        <w:rPr>
          <w:rFonts w:ascii="Arial" w:hAnsi="Arial" w:cs="Arial"/>
          <w:noProof/>
          <w:sz w:val="24"/>
          <w:lang w:eastAsia="fr-FR"/>
        </w:rPr>
      </w:pPr>
      <w:r w:rsidRPr="003737FE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5BF9ADE7" wp14:editId="1491613F">
            <wp:extent cx="3745735" cy="1634558"/>
            <wp:effectExtent l="0" t="0" r="7620" b="381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77" b="14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208" cy="163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806" w:rsidRPr="003737FE" w:rsidRDefault="00597806" w:rsidP="00597806">
      <w:pPr>
        <w:spacing w:after="0"/>
        <w:rPr>
          <w:rFonts w:ascii="Arial" w:hAnsi="Arial" w:cs="Arial"/>
          <w:noProof/>
          <w:sz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4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:rsidR="00597806" w:rsidRDefault="00597806" w:rsidP="00597806">
      <w:pPr>
        <w:spacing w:after="0"/>
        <w:rPr>
          <w:rFonts w:ascii="Arial" w:hAnsi="Arial" w:cs="Arial"/>
          <w:sz w:val="24"/>
        </w:rPr>
      </w:pPr>
    </w:p>
    <w:p w:rsidR="00597806" w:rsidRPr="003737FE" w:rsidRDefault="00597806" w:rsidP="00597806">
      <w:pPr>
        <w:spacing w:after="0"/>
        <w:rPr>
          <w:rFonts w:ascii="Arial" w:hAnsi="Arial" w:cs="Arial"/>
          <w:b/>
          <w:sz w:val="24"/>
        </w:rPr>
      </w:pPr>
      <w:bookmarkStart w:id="0" w:name="_GoBack"/>
      <w:bookmarkEnd w:id="0"/>
      <w:r w:rsidRPr="003737FE">
        <w:rPr>
          <w:rFonts w:ascii="Arial" w:hAnsi="Arial" w:cs="Arial"/>
          <w:b/>
          <w:sz w:val="24"/>
        </w:rPr>
        <w:t>Fiche « angles » (1)</w:t>
      </w:r>
    </w:p>
    <w:p w:rsidR="00597806" w:rsidRPr="003737FE" w:rsidRDefault="00597806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:rsidR="00597806" w:rsidRPr="003737FE" w:rsidRDefault="00597806" w:rsidP="00597806">
      <w:pPr>
        <w:spacing w:after="0"/>
        <w:rPr>
          <w:rFonts w:ascii="Arial" w:hAnsi="Arial" w:cs="Arial"/>
          <w:noProof/>
          <w:sz w:val="24"/>
          <w:lang w:eastAsia="fr-FR"/>
        </w:rPr>
      </w:pPr>
      <w:r w:rsidRPr="00597806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58B98143" wp14:editId="5FA0CB98">
            <wp:extent cx="3393196" cy="1449211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6840" cy="145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:rsidR="00597806" w:rsidRDefault="00597806" w:rsidP="00597806">
      <w:pPr>
        <w:spacing w:after="0"/>
        <w:rPr>
          <w:rFonts w:ascii="Arial" w:hAnsi="Arial" w:cs="Arial"/>
          <w:sz w:val="24"/>
        </w:rPr>
      </w:pPr>
    </w:p>
    <w:p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p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p w:rsidR="00597806" w:rsidRPr="003737FE" w:rsidRDefault="00597806" w:rsidP="00597806">
      <w:pPr>
        <w:spacing w:after="0"/>
        <w:rPr>
          <w:rFonts w:ascii="Arial" w:hAnsi="Arial" w:cs="Arial"/>
          <w:b/>
          <w:sz w:val="24"/>
        </w:rPr>
      </w:pPr>
      <w:r w:rsidRPr="003737FE">
        <w:rPr>
          <w:rFonts w:ascii="Arial" w:hAnsi="Arial" w:cs="Arial"/>
          <w:b/>
          <w:sz w:val="24"/>
        </w:rPr>
        <w:t>Fiche « angles » (</w:t>
      </w:r>
      <w:r>
        <w:rPr>
          <w:rFonts w:ascii="Arial" w:hAnsi="Arial" w:cs="Arial"/>
          <w:b/>
          <w:sz w:val="24"/>
        </w:rPr>
        <w:t>2</w:t>
      </w:r>
      <w:r w:rsidRPr="003737FE">
        <w:rPr>
          <w:rFonts w:ascii="Arial" w:hAnsi="Arial" w:cs="Arial"/>
          <w:b/>
          <w:sz w:val="24"/>
        </w:rPr>
        <w:t>)</w:t>
      </w:r>
    </w:p>
    <w:p w:rsidR="00597806" w:rsidRPr="003737FE" w:rsidRDefault="00597806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:rsidR="00597806" w:rsidRPr="003737FE" w:rsidRDefault="00597806" w:rsidP="00597806">
      <w:pPr>
        <w:rPr>
          <w:rFonts w:ascii="Arial" w:hAnsi="Arial" w:cs="Arial"/>
          <w:noProof/>
          <w:sz w:val="24"/>
          <w:lang w:eastAsia="fr-FR"/>
        </w:rPr>
      </w:pPr>
      <w:r w:rsidRPr="003737FE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36AF6168" wp14:editId="0138AECC">
            <wp:extent cx="3745735" cy="1634558"/>
            <wp:effectExtent l="0" t="0" r="7620" b="381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77" b="14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208" cy="163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:rsidTr="00910839">
        <w:trPr>
          <w:trHeight w:val="305"/>
        </w:trPr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4</w:t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sectPr w:rsidR="00597806" w:rsidSect="003737F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FE"/>
    <w:rsid w:val="000238E6"/>
    <w:rsid w:val="001D645B"/>
    <w:rsid w:val="00205ECA"/>
    <w:rsid w:val="003737FE"/>
    <w:rsid w:val="005175A3"/>
    <w:rsid w:val="00597806"/>
    <w:rsid w:val="005F7238"/>
    <w:rsid w:val="007E024D"/>
    <w:rsid w:val="00DE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A635E"/>
  <w15:chartTrackingRefBased/>
  <w15:docId w15:val="{47268541-5D26-427D-A594-3DFEDF1B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3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11</TotalTime>
  <Pages>1</Pages>
  <Words>84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2017-05-07T15:23:00Z</dcterms:created>
  <dcterms:modified xsi:type="dcterms:W3CDTF">2018-08-18T20:24:00Z</dcterms:modified>
</cp:coreProperties>
</file>